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9CB77" w14:textId="77777777" w:rsidR="001A1806" w:rsidRDefault="00661480">
      <w:pPr>
        <w:pStyle w:val="Standard"/>
        <w:spacing w:before="100"/>
        <w:ind w:left="6236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Myślenice, dnia 6 listopada 2025 r.</w:t>
      </w:r>
    </w:p>
    <w:p w14:paraId="0CAF599E" w14:textId="77777777" w:rsidR="001A1806" w:rsidRDefault="00661480">
      <w:pPr>
        <w:pStyle w:val="Standard"/>
        <w:tabs>
          <w:tab w:val="left" w:pos="1134"/>
        </w:tabs>
        <w:ind w:left="22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Wydział Edukacji, Kultury i Zdrowia</w:t>
      </w:r>
    </w:p>
    <w:p w14:paraId="3E0DBD84" w14:textId="77777777" w:rsidR="001A1806" w:rsidRDefault="00661480">
      <w:pPr>
        <w:pStyle w:val="Standard"/>
        <w:tabs>
          <w:tab w:val="left" w:pos="1112"/>
        </w:tabs>
        <w:spacing w:after="360"/>
        <w:ind w:left="22" w:right="1080"/>
        <w:jc w:val="both"/>
      </w:pPr>
      <w:r>
        <w:rPr>
          <w:rFonts w:cs="Tahoma"/>
          <w:b/>
          <w:bCs/>
        </w:rPr>
        <w:t>Wykaz dzieci dotyczy roku szkolnego 2025/2026</w:t>
      </w:r>
    </w:p>
    <w:tbl>
      <w:tblPr>
        <w:tblW w:w="8198" w:type="dxa"/>
        <w:tblInd w:w="-1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"/>
        <w:gridCol w:w="2410"/>
        <w:gridCol w:w="2267"/>
        <w:gridCol w:w="2976"/>
      </w:tblGrid>
      <w:tr w:rsidR="001A1806" w14:paraId="389C7DEA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C56DB" w14:textId="77777777" w:rsidR="001A1806" w:rsidRDefault="00661480">
            <w:pPr>
              <w:pStyle w:val="TableContents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L.p.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CEA99" w14:textId="77777777" w:rsidR="001A1806" w:rsidRDefault="00661480">
            <w:pPr>
              <w:pStyle w:val="TableContents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Imię i nazwisko dziecka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0BDA7" w14:textId="77777777" w:rsidR="001A1806" w:rsidRDefault="00661480">
            <w:pPr>
              <w:pStyle w:val="TableContents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Adres zamieszkania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8BA36" w14:textId="77777777" w:rsidR="001A1806" w:rsidRDefault="00661480">
            <w:pPr>
              <w:pStyle w:val="TableContents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Miejsce dowozu</w:t>
            </w:r>
          </w:p>
        </w:tc>
      </w:tr>
      <w:tr w:rsidR="001A1806" w14:paraId="51B4633E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73ABE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588D4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Patryk 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F05E2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Głogoczów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172EA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OREW Myślenic</w:t>
            </w:r>
          </w:p>
          <w:p w14:paraId="57C23D3E" w14:textId="77777777" w:rsidR="001A1806" w:rsidRDefault="00661480">
            <w:pPr>
              <w:pStyle w:val="Standard"/>
              <w:tabs>
                <w:tab w:val="left" w:pos="1134"/>
              </w:tabs>
              <w:ind w:left="22"/>
            </w:pPr>
            <w:r>
              <w:rPr>
                <w:rFonts w:cs="Tahoma"/>
                <w:b/>
                <w:bCs/>
                <w:sz w:val="21"/>
                <w:szCs w:val="21"/>
              </w:rPr>
              <w:t xml:space="preserve">Tylko odwóz z </w:t>
            </w:r>
            <w:r>
              <w:rPr>
                <w:rFonts w:cs="Tahoma"/>
                <w:b/>
                <w:bCs/>
                <w:sz w:val="21"/>
                <w:szCs w:val="21"/>
              </w:rPr>
              <w:t>ośrodka</w:t>
            </w:r>
          </w:p>
        </w:tc>
      </w:tr>
      <w:tr w:rsidR="001A1806" w14:paraId="30F230C9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014B2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6BBF7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Lena - wózek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5E1A0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Trzemeśnia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D8A60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OREW Myślenice</w:t>
            </w:r>
          </w:p>
        </w:tc>
      </w:tr>
      <w:tr w:rsidR="001A1806" w14:paraId="68A0D479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6536E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B8215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Mikołaj 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A3CFD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Bęczarka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29C30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OREW Myślenice</w:t>
            </w:r>
          </w:p>
          <w:p w14:paraId="28EEB4F5" w14:textId="77777777" w:rsidR="001A1806" w:rsidRDefault="00661480">
            <w:pPr>
              <w:pStyle w:val="Standard"/>
              <w:tabs>
                <w:tab w:val="left" w:pos="1134"/>
              </w:tabs>
              <w:ind w:left="22"/>
            </w:pPr>
            <w:r>
              <w:rPr>
                <w:rFonts w:cs="Tahoma"/>
                <w:b/>
                <w:bCs/>
                <w:sz w:val="21"/>
                <w:szCs w:val="21"/>
              </w:rPr>
              <w:t>Tylko odwóz z ośrodka</w:t>
            </w:r>
          </w:p>
        </w:tc>
      </w:tr>
      <w:tr w:rsidR="001A1806" w14:paraId="72B2C347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40C02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D91B4" w14:textId="77777777" w:rsidR="001A1806" w:rsidRDefault="00661480">
            <w:pPr>
              <w:pStyle w:val="Standard"/>
              <w:tabs>
                <w:tab w:val="left" w:pos="1134"/>
              </w:tabs>
              <w:jc w:val="both"/>
            </w:pPr>
            <w:r>
              <w:rPr>
                <w:rFonts w:cs="Tahoma"/>
                <w:sz w:val="21"/>
                <w:szCs w:val="21"/>
              </w:rPr>
              <w:t xml:space="preserve">  Kamil 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B6C4C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</w:pPr>
            <w:r>
              <w:rPr>
                <w:rFonts w:cs="Tahoma"/>
                <w:sz w:val="21"/>
                <w:szCs w:val="21"/>
              </w:rPr>
              <w:t xml:space="preserve">Trzemeśnia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68B81" w14:textId="77777777" w:rsidR="001A1806" w:rsidRDefault="00661480">
            <w:pPr>
              <w:pStyle w:val="Standard"/>
              <w:tabs>
                <w:tab w:val="left" w:pos="1134"/>
              </w:tabs>
              <w:ind w:left="22"/>
            </w:pPr>
            <w:r>
              <w:rPr>
                <w:rFonts w:cs="Tahoma"/>
                <w:sz w:val="21"/>
                <w:szCs w:val="21"/>
              </w:rPr>
              <w:t xml:space="preserve">OREW Myślenice </w:t>
            </w:r>
          </w:p>
        </w:tc>
      </w:tr>
      <w:tr w:rsidR="001A1806" w14:paraId="025899ED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A7ED1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FF3DC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Jan 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B3A40" w14:textId="77777777" w:rsidR="001A1806" w:rsidRDefault="00661480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Myślenice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6A8DA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OREW Myślenice</w:t>
            </w:r>
          </w:p>
        </w:tc>
      </w:tr>
      <w:tr w:rsidR="001A1806" w14:paraId="192D12D5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5CDB3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11324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Magdalena 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7FEA7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Trzemeśnia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13DD0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OREW Myślenice</w:t>
            </w:r>
          </w:p>
        </w:tc>
      </w:tr>
      <w:tr w:rsidR="001A1806" w14:paraId="668BCAAE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826AE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0CEFC" w14:textId="77777777" w:rsidR="001A1806" w:rsidRDefault="00661480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Leon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15111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Myślenice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FE9DD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OREW Myślenice</w:t>
            </w:r>
          </w:p>
        </w:tc>
      </w:tr>
      <w:tr w:rsidR="001A1806" w14:paraId="393FAA1E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B57BF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1E865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Zofia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D3266" w14:textId="77777777" w:rsidR="001A1806" w:rsidRDefault="00661480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Myślenice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3465F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OREW Myślenice</w:t>
            </w:r>
          </w:p>
        </w:tc>
      </w:tr>
      <w:tr w:rsidR="001A1806" w14:paraId="617C248A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E0143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3424D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Zuzanna - wózek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37171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Krzyszkowice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3E45A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OREW Myślenice</w:t>
            </w:r>
          </w:p>
        </w:tc>
      </w:tr>
      <w:tr w:rsidR="001A1806" w14:paraId="4CFE5315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2A5C9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F002F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Dominik - wózek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70821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Głogoczów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FB9FA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OREW Myślenice</w:t>
            </w:r>
          </w:p>
        </w:tc>
      </w:tr>
      <w:tr w:rsidR="001A1806" w14:paraId="6B64447C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62D5C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70F5D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Łukasz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56709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Głogoczów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E8EAC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b/>
                <w:bCs/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>SOSW Myślenice</w:t>
            </w:r>
          </w:p>
        </w:tc>
      </w:tr>
      <w:tr w:rsidR="001A1806" w14:paraId="58F6258D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42763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7A874" w14:textId="77777777" w:rsidR="001A1806" w:rsidRDefault="00661480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Patryk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6396A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Bęczarka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58398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SOSW Myślenice </w:t>
            </w:r>
          </w:p>
        </w:tc>
      </w:tr>
      <w:tr w:rsidR="001A1806" w14:paraId="758D24C7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B6910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A78A9" w14:textId="77777777" w:rsidR="001A1806" w:rsidRDefault="00661480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Maciej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3A9F6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Zawada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C0F8B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1A1806" w14:paraId="5652FF64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8EBF7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13E5E" w14:textId="77777777" w:rsidR="001A1806" w:rsidRDefault="00661480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Joanna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27B9B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Zawada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CD2E1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1A1806" w14:paraId="297BB1AB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C90B2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7CFAF" w14:textId="77777777" w:rsidR="001A1806" w:rsidRDefault="00661480">
            <w:pPr>
              <w:pStyle w:val="Standard"/>
              <w:tabs>
                <w:tab w:val="left" w:pos="1134"/>
              </w:tabs>
              <w:jc w:val="both"/>
            </w:pPr>
            <w:r>
              <w:rPr>
                <w:rFonts w:cs="Tahoma"/>
                <w:sz w:val="21"/>
                <w:szCs w:val="21"/>
              </w:rPr>
              <w:t xml:space="preserve"> Piotr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7504E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Krzyszkowice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0911B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1A1806" w14:paraId="7349AB51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BC684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B5DD1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Jakub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AE6AE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Jawornik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06D31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1A1806" w14:paraId="604229D4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E3D4E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2D558" w14:textId="77777777" w:rsidR="001A1806" w:rsidRDefault="00661480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Anna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F5C20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Zawada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DF239" w14:textId="77777777" w:rsidR="001A1806" w:rsidRDefault="00661480">
            <w:pPr>
              <w:pStyle w:val="Standard"/>
              <w:tabs>
                <w:tab w:val="left" w:pos="1134"/>
              </w:tabs>
              <w:ind w:left="22"/>
            </w:pPr>
            <w:r>
              <w:rPr>
                <w:rFonts w:cs="Tahoma"/>
                <w:sz w:val="21"/>
                <w:szCs w:val="21"/>
              </w:rPr>
              <w:t xml:space="preserve">SOSW Myślenice </w:t>
            </w:r>
          </w:p>
        </w:tc>
      </w:tr>
      <w:tr w:rsidR="001A1806" w14:paraId="07D96C77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BA1E6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EE65F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Gabriela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8A0FC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Głogoczów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4882F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1A1806" w14:paraId="70BF26E6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2BF50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22EBD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Bartosz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7D7DC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Borzęta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0EC89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1A1806" w14:paraId="5A787820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42B4E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E42F4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Dawid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B489C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</w:pPr>
            <w:r>
              <w:rPr>
                <w:rFonts w:cs="Tahoma"/>
                <w:sz w:val="21"/>
                <w:szCs w:val="21"/>
              </w:rPr>
              <w:t>Myślenice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D4478" w14:textId="77777777" w:rsidR="001A1806" w:rsidRDefault="00661480">
            <w:pPr>
              <w:pStyle w:val="Standard"/>
              <w:tabs>
                <w:tab w:val="left" w:pos="1134"/>
              </w:tabs>
              <w:ind w:left="22"/>
            </w:pPr>
            <w:r>
              <w:rPr>
                <w:rFonts w:cs="Tahoma"/>
                <w:sz w:val="21"/>
                <w:szCs w:val="21"/>
              </w:rPr>
              <w:t xml:space="preserve">SOSW Myślenice </w:t>
            </w:r>
          </w:p>
        </w:tc>
      </w:tr>
      <w:tr w:rsidR="001A1806" w14:paraId="680C5560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536DE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6DB49" w14:textId="77777777" w:rsidR="001A1806" w:rsidRDefault="00661480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Emilia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743EE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Głogoczów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5D515" w14:textId="77777777" w:rsidR="001A1806" w:rsidRDefault="00661480">
            <w:pPr>
              <w:pStyle w:val="Standard"/>
              <w:tabs>
                <w:tab w:val="left" w:pos="1134"/>
              </w:tabs>
              <w:ind w:left="22"/>
            </w:pPr>
            <w:r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1A1806" w14:paraId="761AB5F1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44068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7AB46" w14:textId="77777777" w:rsidR="001A1806" w:rsidRDefault="00661480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Amelia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27FEF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Jawornik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2D60E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1A1806" w14:paraId="206C093E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2DD1A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926B5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Gabriela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EB5C2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Myślenice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FC2AC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1A1806" w14:paraId="2F621B11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B514F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B2FF9" w14:textId="77777777" w:rsidR="001A1806" w:rsidRDefault="00661480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Jakub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C2912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Polanka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04132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1A1806" w14:paraId="24342D29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53769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BA7FE" w14:textId="77777777" w:rsidR="001A1806" w:rsidRDefault="00661480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Łukasz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85D84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Myślenice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86B2C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1A1806" w14:paraId="33232118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53DE3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3E596" w14:textId="77777777" w:rsidR="001A1806" w:rsidRDefault="00661480">
            <w:pPr>
              <w:pStyle w:val="Standard"/>
              <w:tabs>
                <w:tab w:val="left" w:pos="1134"/>
              </w:tabs>
              <w:jc w:val="both"/>
            </w:pPr>
            <w:r>
              <w:rPr>
                <w:rFonts w:cs="Tahoma"/>
                <w:color w:val="000000"/>
                <w:sz w:val="21"/>
                <w:szCs w:val="21"/>
              </w:rPr>
              <w:t xml:space="preserve">Mateusz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B8735" w14:textId="77777777" w:rsidR="001A1806" w:rsidRDefault="00661480">
            <w:pPr>
              <w:pStyle w:val="Standard"/>
              <w:jc w:val="both"/>
            </w:pPr>
            <w:r>
              <w:rPr>
                <w:rFonts w:cs="Tahoma"/>
                <w:color w:val="000000"/>
                <w:sz w:val="21"/>
                <w:szCs w:val="21"/>
              </w:rPr>
              <w:t xml:space="preserve">Osieczany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EC7C8" w14:textId="77777777" w:rsidR="001A1806" w:rsidRDefault="00661480">
            <w:pPr>
              <w:pStyle w:val="Standard"/>
              <w:tabs>
                <w:tab w:val="left" w:pos="1134"/>
              </w:tabs>
              <w:ind w:left="22"/>
            </w:pPr>
            <w:r>
              <w:rPr>
                <w:rFonts w:cs="Tahoma"/>
                <w:color w:val="000000"/>
                <w:sz w:val="21"/>
                <w:szCs w:val="21"/>
              </w:rPr>
              <w:t xml:space="preserve">SOSW </w:t>
            </w:r>
            <w:r>
              <w:rPr>
                <w:rFonts w:cs="Tahoma"/>
                <w:color w:val="000000"/>
                <w:sz w:val="21"/>
                <w:szCs w:val="21"/>
              </w:rPr>
              <w:t xml:space="preserve">Myślenice </w:t>
            </w:r>
          </w:p>
        </w:tc>
      </w:tr>
      <w:tr w:rsidR="001A1806" w14:paraId="5D061316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95C99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25358" w14:textId="77777777" w:rsidR="001A1806" w:rsidRDefault="00661480">
            <w:pPr>
              <w:pStyle w:val="Standard"/>
              <w:tabs>
                <w:tab w:val="left" w:pos="1134"/>
              </w:tabs>
              <w:jc w:val="both"/>
            </w:pPr>
            <w:r>
              <w:rPr>
                <w:rFonts w:cs="Tahoma"/>
                <w:sz w:val="21"/>
                <w:szCs w:val="21"/>
              </w:rPr>
              <w:t>Julia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410D1" w14:textId="77777777" w:rsidR="001A1806" w:rsidRDefault="00661480">
            <w:pPr>
              <w:pStyle w:val="Standard"/>
              <w:jc w:val="both"/>
            </w:pPr>
            <w:r>
              <w:rPr>
                <w:rFonts w:cs="Tahoma"/>
                <w:sz w:val="21"/>
                <w:szCs w:val="21"/>
              </w:rPr>
              <w:t xml:space="preserve">Bęczarka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5DE19" w14:textId="77777777" w:rsidR="001A1806" w:rsidRDefault="00661480">
            <w:pPr>
              <w:pStyle w:val="Standard"/>
              <w:tabs>
                <w:tab w:val="left" w:pos="1134"/>
              </w:tabs>
              <w:ind w:left="22"/>
            </w:pPr>
            <w:r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1A1806" w14:paraId="5112A15F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72110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C3623" w14:textId="77777777" w:rsidR="001A1806" w:rsidRDefault="00661480">
            <w:pPr>
              <w:pStyle w:val="Standard"/>
              <w:tabs>
                <w:tab w:val="left" w:pos="1134"/>
              </w:tabs>
              <w:jc w:val="both"/>
              <w:rPr>
                <w:rFonts w:cs="Tahoma"/>
                <w:b/>
                <w:bCs/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>Karol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58F97" w14:textId="77777777" w:rsidR="001A1806" w:rsidRDefault="00661480">
            <w:pPr>
              <w:pStyle w:val="Standard"/>
              <w:jc w:val="both"/>
              <w:rPr>
                <w:rFonts w:cs="Tahoma"/>
                <w:b/>
                <w:bCs/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 xml:space="preserve">Głogoczów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27A81" w14:textId="77777777" w:rsidR="001A1806" w:rsidRDefault="00661480">
            <w:pPr>
              <w:pStyle w:val="Standard"/>
              <w:tabs>
                <w:tab w:val="left" w:pos="1134"/>
              </w:tabs>
              <w:ind w:left="22"/>
            </w:pPr>
            <w:r>
              <w:rPr>
                <w:rFonts w:cs="Tahoma"/>
                <w:b/>
                <w:bCs/>
                <w:sz w:val="21"/>
                <w:szCs w:val="21"/>
              </w:rPr>
              <w:t>SOSW Skawina!</w:t>
            </w:r>
          </w:p>
        </w:tc>
      </w:tr>
      <w:tr w:rsidR="001A1806" w14:paraId="0DC8425A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592AD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8D689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Marek 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AF787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Osieczany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69A88" w14:textId="77777777" w:rsidR="001A1806" w:rsidRDefault="00661480">
            <w:pPr>
              <w:pStyle w:val="Standard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OREW ”Dwór </w:t>
            </w:r>
            <w:proofErr w:type="spellStart"/>
            <w:r>
              <w:rPr>
                <w:rFonts w:cs="Tahoma"/>
                <w:sz w:val="21"/>
                <w:szCs w:val="21"/>
              </w:rPr>
              <w:t>Zwyciąż</w:t>
            </w:r>
            <w:proofErr w:type="spellEnd"/>
            <w:r>
              <w:rPr>
                <w:rFonts w:cs="Tahoma"/>
                <w:sz w:val="21"/>
                <w:szCs w:val="21"/>
              </w:rPr>
              <w:t>”</w:t>
            </w:r>
          </w:p>
          <w:p w14:paraId="7E834A59" w14:textId="77777777" w:rsidR="001A1806" w:rsidRDefault="00661480">
            <w:pPr>
              <w:pStyle w:val="Standard"/>
            </w:pPr>
            <w:r>
              <w:rPr>
                <w:rFonts w:cs="Tahoma"/>
                <w:sz w:val="21"/>
                <w:szCs w:val="21"/>
              </w:rPr>
              <w:t>Lipnik (3 dni w tygodniu)</w:t>
            </w:r>
          </w:p>
        </w:tc>
      </w:tr>
      <w:tr w:rsidR="001A1806" w14:paraId="78F0D351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640A6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B04DC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Krzysztof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63C9F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Droginia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06B4B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1A1806" w14:paraId="1C605777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7B7AC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E1507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Kacper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99BB0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Jasienica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6893B" w14:textId="77777777" w:rsidR="001A1806" w:rsidRDefault="00661480">
            <w:pPr>
              <w:pStyle w:val="Standard"/>
              <w:tabs>
                <w:tab w:val="left" w:pos="1134"/>
              </w:tabs>
              <w:ind w:left="22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Centrum Autyzmu</w:t>
            </w:r>
          </w:p>
          <w:p w14:paraId="6F5B4B30" w14:textId="77777777" w:rsidR="001A1806" w:rsidRDefault="00661480">
            <w:pPr>
              <w:pStyle w:val="Standard"/>
              <w:tabs>
                <w:tab w:val="left" w:pos="1134"/>
              </w:tabs>
              <w:ind w:left="22"/>
            </w:pPr>
            <w:r>
              <w:rPr>
                <w:rFonts w:cs="Tahoma"/>
                <w:sz w:val="21"/>
                <w:szCs w:val="21"/>
              </w:rPr>
              <w:t xml:space="preserve">ul. </w:t>
            </w:r>
            <w:r>
              <w:rPr>
                <w:rFonts w:cs="Tahoma"/>
                <w:sz w:val="21"/>
                <w:szCs w:val="21"/>
              </w:rPr>
              <w:t xml:space="preserve">Spadochroniarzy 1 </w:t>
            </w:r>
            <w:r>
              <w:rPr>
                <w:rFonts w:cs="Tahoma"/>
                <w:b/>
                <w:bCs/>
                <w:sz w:val="21"/>
                <w:szCs w:val="21"/>
              </w:rPr>
              <w:t>Kraków</w:t>
            </w:r>
          </w:p>
        </w:tc>
      </w:tr>
      <w:tr w:rsidR="001A1806" w14:paraId="3F215745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840C7" w14:textId="77777777" w:rsidR="001A1806" w:rsidRDefault="00661480">
            <w:pPr>
              <w:pStyle w:val="TableContents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32.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9F63F" w14:textId="77777777" w:rsidR="001A1806" w:rsidRDefault="00661480">
            <w:pPr>
              <w:pStyle w:val="Standard"/>
              <w:jc w:val="both"/>
            </w:pPr>
            <w:r>
              <w:rPr>
                <w:rFonts w:cs="Tahoma"/>
                <w:color w:val="000000"/>
                <w:sz w:val="21"/>
                <w:szCs w:val="21"/>
              </w:rPr>
              <w:t>Paweł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8B490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Głogoczów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3E4CF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Niepubliczna Szkoła Specjalna ul. Topografów 11, </w:t>
            </w:r>
          </w:p>
          <w:p w14:paraId="293DB3A4" w14:textId="77777777" w:rsidR="001A1806" w:rsidRDefault="00661480">
            <w:pPr>
              <w:pStyle w:val="Standard"/>
              <w:jc w:val="both"/>
            </w:pPr>
            <w:r>
              <w:rPr>
                <w:rFonts w:cs="Tahoma"/>
                <w:sz w:val="21"/>
                <w:szCs w:val="21"/>
              </w:rPr>
              <w:t xml:space="preserve">30-399 </w:t>
            </w:r>
            <w:r>
              <w:rPr>
                <w:rFonts w:cs="Tahoma"/>
                <w:b/>
                <w:bCs/>
                <w:sz w:val="21"/>
                <w:szCs w:val="21"/>
              </w:rPr>
              <w:t>Kraków</w:t>
            </w:r>
          </w:p>
        </w:tc>
      </w:tr>
      <w:tr w:rsidR="001A1806" w14:paraId="292C8555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DD0D9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20C6A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Julia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33AD1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Jawornik 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42496" w14:textId="77777777" w:rsidR="001A1806" w:rsidRDefault="00661480">
            <w:pPr>
              <w:pStyle w:val="Standard"/>
              <w:jc w:val="both"/>
            </w:pPr>
            <w:r>
              <w:rPr>
                <w:rFonts w:cs="Tahoma"/>
                <w:sz w:val="21"/>
                <w:szCs w:val="21"/>
              </w:rPr>
              <w:t xml:space="preserve">SOSW nr 4 ul. Wietora 7 </w:t>
            </w:r>
            <w:r>
              <w:rPr>
                <w:rFonts w:cs="Tahoma"/>
                <w:b/>
                <w:bCs/>
                <w:sz w:val="21"/>
                <w:szCs w:val="21"/>
              </w:rPr>
              <w:t>Kraków</w:t>
            </w:r>
            <w:r>
              <w:rPr>
                <w:rFonts w:cs="Tahoma"/>
                <w:sz w:val="21"/>
                <w:szCs w:val="21"/>
              </w:rPr>
              <w:t xml:space="preserve"> (</w:t>
            </w:r>
            <w:r>
              <w:rPr>
                <w:rFonts w:cs="Tahoma"/>
                <w:b/>
                <w:bCs/>
                <w:sz w:val="21"/>
                <w:szCs w:val="21"/>
              </w:rPr>
              <w:t>INTERNAT poniedziałek -piątek</w:t>
            </w:r>
            <w:r>
              <w:rPr>
                <w:rFonts w:cs="Tahoma"/>
                <w:sz w:val="21"/>
                <w:szCs w:val="21"/>
              </w:rPr>
              <w:t>)</w:t>
            </w:r>
          </w:p>
        </w:tc>
      </w:tr>
      <w:tr w:rsidR="001A1806" w14:paraId="4675C452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3C481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64C4D" w14:textId="77777777" w:rsidR="001A1806" w:rsidRDefault="00661480">
            <w:pPr>
              <w:pStyle w:val="Standard"/>
              <w:jc w:val="both"/>
            </w:pPr>
            <w:r>
              <w:rPr>
                <w:rFonts w:cs="Tahoma"/>
                <w:sz w:val="21"/>
                <w:szCs w:val="21"/>
              </w:rPr>
              <w:t xml:space="preserve">Oliwia      </w:t>
            </w:r>
          </w:p>
          <w:p w14:paraId="4BF9EBBB" w14:textId="77777777" w:rsidR="001A1806" w:rsidRDefault="001A1806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542E5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Trzemeśnia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41C7E" w14:textId="77777777" w:rsidR="001A1806" w:rsidRDefault="00661480">
            <w:pPr>
              <w:pStyle w:val="Standard"/>
              <w:jc w:val="both"/>
            </w:pPr>
            <w:r>
              <w:rPr>
                <w:rFonts w:cs="Tahoma"/>
                <w:sz w:val="21"/>
                <w:szCs w:val="21"/>
              </w:rPr>
              <w:t xml:space="preserve">Branżowa Szkoła I </w:t>
            </w:r>
            <w:r>
              <w:rPr>
                <w:rFonts w:cs="Tahoma"/>
                <w:sz w:val="21"/>
                <w:szCs w:val="21"/>
              </w:rPr>
              <w:t xml:space="preserve">stopnia ul. Szujskiego 2 </w:t>
            </w:r>
            <w:r>
              <w:rPr>
                <w:rFonts w:cs="Tahoma"/>
                <w:b/>
                <w:bCs/>
                <w:sz w:val="21"/>
                <w:szCs w:val="21"/>
              </w:rPr>
              <w:t>Kraków</w:t>
            </w:r>
            <w:r>
              <w:rPr>
                <w:rFonts w:cs="Tahoma"/>
                <w:sz w:val="21"/>
                <w:szCs w:val="21"/>
              </w:rPr>
              <w:t xml:space="preserve"> – (</w:t>
            </w:r>
            <w:r>
              <w:rPr>
                <w:rFonts w:cs="Tahoma"/>
                <w:b/>
                <w:bCs/>
                <w:sz w:val="21"/>
                <w:szCs w:val="21"/>
              </w:rPr>
              <w:t>INTERNAT poniedziałek – piątek)</w:t>
            </w:r>
            <w:r>
              <w:rPr>
                <w:rFonts w:cs="Tahoma"/>
                <w:sz w:val="21"/>
                <w:szCs w:val="21"/>
              </w:rPr>
              <w:t>)</w:t>
            </w:r>
          </w:p>
        </w:tc>
      </w:tr>
      <w:tr w:rsidR="001A1806" w14:paraId="56E9ADD4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9609F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C7DA4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Hubert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CDA2B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Myślenice Chełm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A5213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Przedszkole Samorządowe nr 1</w:t>
            </w:r>
          </w:p>
          <w:p w14:paraId="442B946B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Myślenice ul. 3-go Maja 98</w:t>
            </w:r>
          </w:p>
        </w:tc>
      </w:tr>
      <w:tr w:rsidR="001A1806" w14:paraId="4DC2A77B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E7980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81B62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Klaudia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F706B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Myślenice Chełm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88F6A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SOSW Myślenice</w:t>
            </w:r>
          </w:p>
        </w:tc>
      </w:tr>
      <w:tr w:rsidR="001A1806" w14:paraId="6A4F119B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FE895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A803B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Dominika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64B0C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Głogoczów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9EFB1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Szkoła Podstawowa nr 3 </w:t>
            </w:r>
          </w:p>
          <w:p w14:paraId="68ED1517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W </w:t>
            </w:r>
            <w:r>
              <w:rPr>
                <w:rFonts w:cs="Tahoma"/>
                <w:sz w:val="21"/>
                <w:szCs w:val="21"/>
              </w:rPr>
              <w:t>Myślenicach</w:t>
            </w:r>
          </w:p>
        </w:tc>
      </w:tr>
      <w:tr w:rsidR="001A1806" w14:paraId="0903B2B8" w14:textId="77777777">
        <w:tblPrEx>
          <w:tblCellMar>
            <w:top w:w="0" w:type="dxa"/>
            <w:bottom w:w="0" w:type="dxa"/>
          </w:tblCellMar>
        </w:tblPrEx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369FB" w14:textId="77777777" w:rsidR="001A1806" w:rsidRDefault="0066148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5B9FE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 Paweł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D3033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Głogoczów 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ECFB9" w14:textId="77777777" w:rsidR="001A1806" w:rsidRDefault="00661480">
            <w:pPr>
              <w:pStyle w:val="Standard"/>
              <w:jc w:val="both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Szkoła Podstawowa nr 3 Myślenice</w:t>
            </w:r>
          </w:p>
        </w:tc>
      </w:tr>
    </w:tbl>
    <w:p w14:paraId="6DEBED65" w14:textId="77777777" w:rsidR="001A1806" w:rsidRDefault="001A1806">
      <w:pPr>
        <w:pStyle w:val="Standard"/>
        <w:tabs>
          <w:tab w:val="left" w:pos="1112"/>
        </w:tabs>
        <w:spacing w:line="300" w:lineRule="exact"/>
        <w:rPr>
          <w:sz w:val="20"/>
          <w:szCs w:val="20"/>
        </w:rPr>
      </w:pPr>
    </w:p>
    <w:p w14:paraId="0EFF3082" w14:textId="77777777" w:rsidR="001A1806" w:rsidRDefault="001A1806">
      <w:pPr>
        <w:pStyle w:val="Standard"/>
        <w:tabs>
          <w:tab w:val="left" w:pos="-3928"/>
        </w:tabs>
        <w:spacing w:line="300" w:lineRule="exact"/>
        <w:ind w:left="283"/>
      </w:pPr>
    </w:p>
    <w:sectPr w:rsidR="001A1806">
      <w:headerReference w:type="default" r:id="rId7"/>
      <w:pgSz w:w="11906" w:h="16838"/>
      <w:pgMar w:top="2154" w:right="1134" w:bottom="1247" w:left="1247" w:header="209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FBD71" w14:textId="77777777" w:rsidR="00661480" w:rsidRDefault="00661480">
      <w:pPr>
        <w:rPr>
          <w:rFonts w:hint="eastAsia"/>
        </w:rPr>
      </w:pPr>
      <w:r>
        <w:separator/>
      </w:r>
    </w:p>
  </w:endnote>
  <w:endnote w:type="continuationSeparator" w:id="0">
    <w:p w14:paraId="296968E9" w14:textId="77777777" w:rsidR="00661480" w:rsidRDefault="0066148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, 'Cambria Math'">
    <w:charset w:val="00"/>
    <w:family w:val="roman"/>
    <w:pitch w:val="variable"/>
  </w:font>
  <w:font w:name="OpenSymbol">
    <w:charset w:val="02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1A52A" w14:textId="77777777" w:rsidR="00661480" w:rsidRDefault="0066148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ABF8784" w14:textId="77777777" w:rsidR="00661480" w:rsidRDefault="0066148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947E3" w14:textId="77777777" w:rsidR="00661480" w:rsidRDefault="00661480">
    <w:pPr>
      <w:pStyle w:val="Standard"/>
      <w:jc w:val="right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07CE9"/>
    <w:multiLevelType w:val="multilevel"/>
    <w:tmpl w:val="7CF4FB74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" w15:restartNumberingAfterBreak="0">
    <w:nsid w:val="2AEE1D53"/>
    <w:multiLevelType w:val="multilevel"/>
    <w:tmpl w:val="39FE2C0A"/>
    <w:styleLink w:val="WW8Num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2" w15:restartNumberingAfterBreak="0">
    <w:nsid w:val="668E11F2"/>
    <w:multiLevelType w:val="multilevel"/>
    <w:tmpl w:val="57AAAA22"/>
    <w:styleLink w:val="WW8Num5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72A5641C"/>
    <w:multiLevelType w:val="multilevel"/>
    <w:tmpl w:val="A8EE6728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76E92763"/>
    <w:multiLevelType w:val="multilevel"/>
    <w:tmpl w:val="54D27122"/>
    <w:styleLink w:val="WW8Num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num w:numId="1" w16cid:durableId="335812144">
    <w:abstractNumId w:val="0"/>
  </w:num>
  <w:num w:numId="2" w16cid:durableId="1601982476">
    <w:abstractNumId w:val="3"/>
  </w:num>
  <w:num w:numId="3" w16cid:durableId="2007435260">
    <w:abstractNumId w:val="1"/>
  </w:num>
  <w:num w:numId="4" w16cid:durableId="1673675952">
    <w:abstractNumId w:val="4"/>
  </w:num>
  <w:num w:numId="5" w16cid:durableId="11353679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1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A1806"/>
    <w:rsid w:val="001A1806"/>
    <w:rsid w:val="005B1A08"/>
    <w:rsid w:val="0066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F096E"/>
  <w15:docId w15:val="{60228BAD-A575-4C5D-A771-AF1D5D31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rFonts w:ascii="Liberation Serif" w:eastAsia="SimSun" w:hAnsi="Liberation Serif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">
    <w:name w:val="Standard (user)"/>
    <w:pPr>
      <w:widowControl/>
      <w:suppressAutoHyphens/>
    </w:pPr>
    <w:rPr>
      <w:rFonts w:eastAsia="NSimSun" w:cs="Mangal, 'Cambria Math'"/>
    </w:rPr>
  </w:style>
  <w:style w:type="paragraph" w:customStyle="1" w:styleId="standard0">
    <w:name w:val="standard"/>
    <w:basedOn w:val="Standard"/>
    <w:pPr>
      <w:spacing w:line="360" w:lineRule="auto"/>
    </w:pPr>
    <w:rPr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styleId="Numerstrony">
    <w:name w:val="page number"/>
    <w:basedOn w:val="Domylnaczcionkaakapitu"/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EKS</dc:title>
  <dc:creator>bbarwinska</dc:creator>
  <cp:lastModifiedBy>Bogdan Pacek</cp:lastModifiedBy>
  <cp:revision>2</cp:revision>
  <cp:lastPrinted>2025-11-05T10:25:00Z</cp:lastPrinted>
  <dcterms:created xsi:type="dcterms:W3CDTF">2025-11-18T10:56:00Z</dcterms:created>
  <dcterms:modified xsi:type="dcterms:W3CDTF">2025-11-18T10:56:00Z</dcterms:modified>
</cp:coreProperties>
</file>